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549492CB" w:rsidR="00903921" w:rsidRPr="00B64DD5" w:rsidRDefault="009C4887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628D93A" w14:textId="01D0D77C" w:rsidR="0022369B" w:rsidRDefault="00C35A1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séparation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d'urinoir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réctangulaire</w:t>
      </w:r>
      <w:proofErr w:type="spellEnd"/>
    </w:p>
    <w:p w14:paraId="382246BC" w14:textId="227A610F" w:rsidR="0022369B" w:rsidRPr="00C35A12" w:rsidRDefault="00C35A12" w:rsidP="0022369B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supérieur monte vers le mur</w:t>
      </w:r>
    </w:p>
    <w:p w14:paraId="16006AC6" w14:textId="31C519BC" w:rsidR="00291714" w:rsidRPr="00C35A12" w:rsidRDefault="00C35A12" w:rsidP="0022369B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inférieu</w:t>
      </w:r>
      <w:r>
        <w:rPr>
          <w:rFonts w:ascii="Arial" w:hAnsi="Arial"/>
          <w:lang w:val="fr-BE"/>
        </w:rPr>
        <w:t>r descend vers le mur</w:t>
      </w:r>
    </w:p>
    <w:p w14:paraId="49B4F01A" w14:textId="62159570" w:rsidR="00AB18D2" w:rsidRDefault="00C35A12" w:rsidP="0022369B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coins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arrondis</w:t>
      </w:r>
      <w:proofErr w:type="spellEnd"/>
    </w:p>
    <w:p w14:paraId="54F56217" w14:textId="129D1253" w:rsidR="00297424" w:rsidRPr="00B64DD5" w:rsidRDefault="009C4887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14755E8D" w:rsidR="00B86FCC" w:rsidRPr="00981C24" w:rsidRDefault="009C4887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568E6B08" w14:textId="77777777" w:rsidR="00B87DA3" w:rsidRPr="00582727" w:rsidRDefault="00B87DA3" w:rsidP="00B87DA3">
      <w:pPr>
        <w:pStyle w:val="Bulleted1"/>
        <w:rPr>
          <w:rFonts w:ascii="Arial" w:hAnsi="Arial"/>
          <w:lang w:val="fr-BE"/>
        </w:rPr>
      </w:pPr>
      <w:bookmarkStart w:id="0" w:name="_Hlk35937103"/>
      <w:r>
        <w:rPr>
          <w:rFonts w:ascii="Arial" w:hAnsi="Arial"/>
          <w:lang w:val="fr-BE"/>
        </w:rPr>
        <w:t xml:space="preserve">séparation d'urinoir </w:t>
      </w:r>
      <w:r w:rsidRPr="00582727">
        <w:rPr>
          <w:rFonts w:ascii="Arial" w:hAnsi="Arial"/>
          <w:lang w:val="fr-BE"/>
        </w:rPr>
        <w:t>en mousse de polyuréthane durcie</w:t>
      </w:r>
    </w:p>
    <w:p w14:paraId="30AD0226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en métal</w:t>
      </w:r>
    </w:p>
    <w:p w14:paraId="39A3A5B8" w14:textId="299DE3A6" w:rsidR="00945AE1" w:rsidRPr="00981C24" w:rsidRDefault="009C4887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AB7EDAE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inaltérable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blanc</w:t>
      </w:r>
      <w:proofErr w:type="spellEnd"/>
      <w:r>
        <w:rPr>
          <w:rFonts w:ascii="Arial" w:hAnsi="Arial"/>
        </w:rPr>
        <w:t>)</w:t>
      </w:r>
    </w:p>
    <w:p w14:paraId="3D260826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l'urine</w:t>
      </w:r>
      <w:proofErr w:type="spellEnd"/>
    </w:p>
    <w:p w14:paraId="77136EC5" w14:textId="77777777" w:rsidR="00B87DA3" w:rsidRPr="008972DD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dissimulée</w:t>
      </w:r>
      <w:proofErr w:type="spellEnd"/>
    </w:p>
    <w:bookmarkEnd w:id="1"/>
    <w:p w14:paraId="05DECCC4" w14:textId="608A02AF" w:rsidR="003A5000" w:rsidRPr="00981C24" w:rsidRDefault="009C488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09C250CB" w:rsidR="0020639C" w:rsidRPr="00735DE7" w:rsidRDefault="009C488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1D87F383" w:rsidR="0020639C" w:rsidRPr="00735DE7" w:rsidRDefault="00F07063" w:rsidP="00157D48">
            <w:pPr>
              <w:jc w:val="right"/>
            </w:pPr>
            <w:r>
              <w:t>4</w:t>
            </w:r>
            <w:r w:rsidR="000A1C78">
              <w:t>2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0E5D2555" w:rsidR="0020639C" w:rsidRPr="00735DE7" w:rsidRDefault="009C4887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1E3D8217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0A1C78">
              <w:rPr>
                <w:rFonts w:ascii="Arial" w:hAnsi="Arial"/>
              </w:rPr>
              <w:t>6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1143D656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9C4887">
        <w:rPr>
          <w:rFonts w:ascii="Arial" w:hAnsi="Arial"/>
          <w:b/>
        </w:rPr>
        <w:t>ose</w:t>
      </w:r>
    </w:p>
    <w:p w14:paraId="70DF0594" w14:textId="7E1B651B" w:rsidR="008C0266" w:rsidRDefault="009C4887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79C853B4" w:rsidR="000C0EB2" w:rsidRPr="00B64DD5" w:rsidRDefault="009C4887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6054E41" w:rsidR="000C0EB2" w:rsidRPr="00A75548" w:rsidRDefault="00E851AF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4980415" wp14:editId="16E165D5">
                  <wp:extent cx="75755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4D6B84F" w:rsidR="000C0EB2" w:rsidRPr="00A75548" w:rsidRDefault="00287E3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6972BC" wp14:editId="54636D70">
                  <wp:extent cx="76581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2CA55FF0" w:rsidR="000C0EB2" w:rsidRPr="00A75548" w:rsidRDefault="0051619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5E411B" wp14:editId="3DF492DF">
                  <wp:extent cx="1985010" cy="18383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649DB" w14:textId="77777777" w:rsidR="008A3155" w:rsidRDefault="008A3155">
      <w:r>
        <w:separator/>
      </w:r>
    </w:p>
  </w:endnote>
  <w:endnote w:type="continuationSeparator" w:id="0">
    <w:p w14:paraId="38F59724" w14:textId="77777777" w:rsidR="008A3155" w:rsidRDefault="008A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67C2CF4C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D27986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4F265451" w:rsidR="007C7FFA" w:rsidRDefault="00D2798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42432" w14:textId="77777777" w:rsidR="008A3155" w:rsidRDefault="008A3155">
      <w:r>
        <w:separator/>
      </w:r>
    </w:p>
  </w:footnote>
  <w:footnote w:type="continuationSeparator" w:id="0">
    <w:p w14:paraId="7BBBD27D" w14:textId="77777777" w:rsidR="008A3155" w:rsidRDefault="008A3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661B2BB" w:rsidR="007C7FFA" w:rsidRPr="00BE461B" w:rsidRDefault="00BE461B" w:rsidP="00080B0F">
    <w:pPr>
      <w:pStyle w:val="Header"/>
      <w:rPr>
        <w:rFonts w:ascii="Arial" w:hAnsi="Arial"/>
        <w:b/>
        <w:szCs w:val="24"/>
        <w:lang w:val="fr-BE"/>
      </w:rPr>
    </w:pPr>
    <w:r w:rsidRPr="00BE461B">
      <w:rPr>
        <w:rFonts w:ascii="Arial" w:hAnsi="Arial"/>
        <w:b/>
        <w:lang w:val="fr-BE"/>
      </w:rPr>
      <w:t xml:space="preserve">Séparation d'urinoir </w:t>
    </w:r>
    <w:r w:rsidR="00A86C4C" w:rsidRPr="00BE461B">
      <w:rPr>
        <w:rFonts w:ascii="Arial" w:hAnsi="Arial"/>
        <w:b/>
        <w:lang w:val="fr-BE"/>
      </w:rPr>
      <w:t xml:space="preserve">Geberit </w:t>
    </w:r>
    <w:r w:rsidR="005329D7" w:rsidRPr="00BE461B">
      <w:rPr>
        <w:rFonts w:ascii="Arial" w:hAnsi="Arial"/>
        <w:b/>
        <w:lang w:val="fr-BE"/>
      </w:rPr>
      <w:t>Design</w:t>
    </w:r>
    <w:r w:rsidR="00E01271" w:rsidRPr="00BE461B">
      <w:rPr>
        <w:rFonts w:ascii="Arial" w:hAnsi="Arial"/>
        <w:b/>
        <w:lang w:val="fr-BE"/>
      </w:rPr>
      <w:t>,</w:t>
    </w:r>
    <w:r w:rsidR="007C7FFA" w:rsidRPr="00BE461B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782A802" w:rsidR="007C7FFA" w:rsidRPr="00BE461B" w:rsidRDefault="00BE461B" w:rsidP="00080B0F">
    <w:pPr>
      <w:pStyle w:val="Header"/>
      <w:rPr>
        <w:rFonts w:ascii="Arial" w:hAnsi="Arial"/>
        <w:b/>
        <w:lang w:val="fr-BE"/>
      </w:rPr>
    </w:pPr>
    <w:r w:rsidRPr="00BE461B">
      <w:rPr>
        <w:rFonts w:ascii="Arial" w:hAnsi="Arial"/>
        <w:b/>
        <w:lang w:val="fr-BE"/>
      </w:rPr>
      <w:t>matière synthétique</w:t>
    </w:r>
    <w:r w:rsidR="001B6EC4" w:rsidRPr="00BE461B">
      <w:rPr>
        <w:rFonts w:ascii="Arial" w:hAnsi="Arial"/>
        <w:b/>
        <w:lang w:val="fr-BE"/>
      </w:rPr>
      <w:t xml:space="preserve">, </w:t>
    </w:r>
    <w:r w:rsidR="009C4887" w:rsidRPr="00BE461B">
      <w:rPr>
        <w:rFonts w:ascii="Arial" w:hAnsi="Arial"/>
        <w:b/>
        <w:lang w:val="fr-BE"/>
      </w:rPr>
      <w:t>blanc</w:t>
    </w:r>
    <w:r w:rsidR="009A6132" w:rsidRPr="00BE461B">
      <w:rPr>
        <w:rFonts w:ascii="Arial" w:hAnsi="Arial"/>
        <w:b/>
        <w:lang w:val="fr-BE"/>
      </w:rPr>
      <w:t>, 11</w:t>
    </w:r>
    <w:r w:rsidR="00E01271" w:rsidRPr="00BE461B">
      <w:rPr>
        <w:rFonts w:ascii="Arial" w:hAnsi="Arial"/>
        <w:b/>
        <w:lang w:val="fr-BE"/>
      </w:rPr>
      <w:t>5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2</w:t>
    </w:r>
    <w:r w:rsidR="009A6132" w:rsidRPr="00BE461B">
      <w:rPr>
        <w:rFonts w:ascii="Arial" w:hAnsi="Arial"/>
        <w:b/>
        <w:lang w:val="fr-BE"/>
      </w:rPr>
      <w:t>0</w:t>
    </w:r>
    <w:r w:rsidR="005329D7" w:rsidRPr="00BE461B">
      <w:rPr>
        <w:rFonts w:ascii="Arial" w:hAnsi="Arial"/>
        <w:b/>
        <w:lang w:val="fr-BE"/>
      </w:rPr>
      <w:t>2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11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EC4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3155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4887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87DA3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461B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35A12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98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A3471F-843C-406C-AB67-D0EF509671B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73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2024-01-05T12:28:00Z</dcterms:created>
  <dcterms:modified xsi:type="dcterms:W3CDTF">2024-01-05T14:52:00Z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